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B07E47" w14:textId="77777777" w:rsidR="009A2E81" w:rsidRDefault="009A2E81" w:rsidP="009A2E81">
      <w:pPr>
        <w:spacing w:after="120"/>
        <w:jc w:val="center"/>
        <w:rPr>
          <w:rFonts w:eastAsia="Calibri" w:cs="Arial"/>
          <w:b/>
          <w:sz w:val="24"/>
        </w:rPr>
      </w:pPr>
      <w:r>
        <w:rPr>
          <w:rFonts w:eastAsia="Calibri" w:cs="Arial"/>
          <w:b/>
          <w:caps/>
          <w:sz w:val="24"/>
        </w:rPr>
        <w:t xml:space="preserve">čestné prohlášení ÚČASTNÍKA </w:t>
      </w:r>
      <w:r>
        <w:rPr>
          <w:rFonts w:eastAsia="Calibri" w:cs="Arial"/>
          <w:b/>
          <w:sz w:val="24"/>
        </w:rPr>
        <w:t xml:space="preserve">K MEZINÁRODNÍM SANKCÍM </w:t>
      </w:r>
    </w:p>
    <w:p w14:paraId="2825D96C" w14:textId="77777777" w:rsidR="009A2E81" w:rsidRDefault="009A2E81" w:rsidP="009A2E81">
      <w:pPr>
        <w:rPr>
          <w:rFonts w:eastAsia="Calibri" w:cs="Arial"/>
          <w:b/>
          <w:caps/>
          <w:szCs w:val="20"/>
          <w:u w:val="single"/>
        </w:rPr>
      </w:pPr>
    </w:p>
    <w:p w14:paraId="2CDAF392" w14:textId="27268AA0" w:rsidR="00D3433A" w:rsidRDefault="009A2E81" w:rsidP="00D3433A">
      <w:pPr>
        <w:jc w:val="both"/>
        <w:rPr>
          <w:rFonts w:cs="Arial"/>
          <w:b/>
          <w:color w:val="000000" w:themeColor="text1"/>
          <w:sz w:val="20"/>
          <w:szCs w:val="20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NÁZEV veřejnÉ zakázkY</w:t>
      </w:r>
      <w:r w:rsidRPr="008104F8">
        <w:rPr>
          <w:rFonts w:cs="Arial"/>
          <w:b/>
          <w:sz w:val="20"/>
          <w:szCs w:val="20"/>
        </w:rPr>
        <w:t>:</w:t>
      </w:r>
      <w:r w:rsidRPr="008104F8">
        <w:rPr>
          <w:rFonts w:cs="Arial"/>
          <w:b/>
          <w:sz w:val="20"/>
          <w:szCs w:val="20"/>
        </w:rPr>
        <w:tab/>
      </w:r>
      <w:r w:rsidR="00417033">
        <w:rPr>
          <w:rFonts w:cs="Arial"/>
          <w:b/>
          <w:color w:val="000000" w:themeColor="text1"/>
          <w:sz w:val="20"/>
          <w:szCs w:val="20"/>
        </w:rPr>
        <w:t xml:space="preserve">Výzva č. 5: Dodávka novorozeneckých postýlek – </w:t>
      </w:r>
      <w:proofErr w:type="spellStart"/>
      <w:r w:rsidR="00417033">
        <w:rPr>
          <w:rFonts w:cs="Arial"/>
          <w:b/>
          <w:color w:val="000000" w:themeColor="text1"/>
          <w:sz w:val="20"/>
          <w:szCs w:val="20"/>
        </w:rPr>
        <w:t>MaD</w:t>
      </w:r>
      <w:proofErr w:type="spellEnd"/>
      <w:r w:rsidR="00417033">
        <w:rPr>
          <w:rFonts w:cs="Arial"/>
          <w:b/>
          <w:color w:val="000000" w:themeColor="text1"/>
          <w:sz w:val="20"/>
          <w:szCs w:val="20"/>
        </w:rPr>
        <w:t xml:space="preserve"> Krajská zdravotní, a.s. – Nemocnice Děčín, </w:t>
      </w:r>
      <w:proofErr w:type="spellStart"/>
      <w:r w:rsidR="00417033">
        <w:rPr>
          <w:rFonts w:cs="Arial"/>
          <w:b/>
          <w:color w:val="000000" w:themeColor="text1"/>
          <w:sz w:val="20"/>
          <w:szCs w:val="20"/>
        </w:rPr>
        <w:t>o.z</w:t>
      </w:r>
      <w:proofErr w:type="spellEnd"/>
      <w:r w:rsidR="00417033">
        <w:rPr>
          <w:rFonts w:cs="Arial"/>
          <w:b/>
          <w:color w:val="000000" w:themeColor="text1"/>
          <w:sz w:val="20"/>
          <w:szCs w:val="20"/>
        </w:rPr>
        <w:t>.</w:t>
      </w:r>
    </w:p>
    <w:p w14:paraId="3D50D543" w14:textId="77777777" w:rsidR="00083423" w:rsidRPr="008104F8" w:rsidRDefault="00083423" w:rsidP="00D3433A">
      <w:pPr>
        <w:jc w:val="both"/>
        <w:rPr>
          <w:rFonts w:cs="Arial"/>
          <w:b/>
          <w:iCs/>
          <w:sz w:val="20"/>
          <w:szCs w:val="20"/>
        </w:rPr>
      </w:pPr>
    </w:p>
    <w:p w14:paraId="5E1207E3" w14:textId="0DAC7A42" w:rsidR="009A2E81" w:rsidRPr="008104F8" w:rsidRDefault="009A2E81" w:rsidP="00D3433A">
      <w:pPr>
        <w:jc w:val="both"/>
        <w:rPr>
          <w:rFonts w:eastAsia="Calibri" w:cs="Arial"/>
          <w:b/>
          <w:caps/>
          <w:sz w:val="20"/>
          <w:szCs w:val="20"/>
          <w:u w:val="single"/>
        </w:rPr>
      </w:pPr>
      <w:r w:rsidRPr="008104F8">
        <w:rPr>
          <w:rFonts w:eastAsia="Calibri" w:cs="Arial"/>
          <w:b/>
          <w:caps/>
          <w:sz w:val="20"/>
          <w:szCs w:val="20"/>
          <w:u w:val="single"/>
        </w:rPr>
        <w:t>základní identifikační údaje ÚČASTNÍKA:</w:t>
      </w:r>
    </w:p>
    <w:tbl>
      <w:tblPr>
        <w:tblW w:w="9923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44"/>
        <w:gridCol w:w="6379"/>
      </w:tblGrid>
      <w:tr w:rsidR="009A2E81" w:rsidRPr="008104F8" w14:paraId="0FDB2623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562909B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Název účastníka</w:t>
            </w:r>
          </w:p>
        </w:tc>
        <w:tc>
          <w:tcPr>
            <w:tcW w:w="6379" w:type="dxa"/>
            <w:vAlign w:val="center"/>
          </w:tcPr>
          <w:p w14:paraId="7F663A6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0E5A47EA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6552C07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Sídlo</w:t>
            </w:r>
          </w:p>
        </w:tc>
        <w:tc>
          <w:tcPr>
            <w:tcW w:w="6379" w:type="dxa"/>
            <w:vAlign w:val="center"/>
          </w:tcPr>
          <w:p w14:paraId="32AF68F5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2402E9FF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3885855E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 xml:space="preserve">Právní forma </w:t>
            </w:r>
          </w:p>
        </w:tc>
        <w:tc>
          <w:tcPr>
            <w:tcW w:w="6379" w:type="dxa"/>
            <w:vAlign w:val="center"/>
          </w:tcPr>
          <w:p w14:paraId="755A4B2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77486636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1ED79DCD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IČO, DIČ</w:t>
            </w:r>
          </w:p>
        </w:tc>
        <w:tc>
          <w:tcPr>
            <w:tcW w:w="6379" w:type="dxa"/>
            <w:vAlign w:val="center"/>
          </w:tcPr>
          <w:p w14:paraId="50CD83DC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  <w:tr w:rsidR="009A2E81" w:rsidRPr="008104F8" w14:paraId="4905F884" w14:textId="77777777" w:rsidTr="0093641C">
        <w:trPr>
          <w:trHeight w:val="397"/>
        </w:trPr>
        <w:tc>
          <w:tcPr>
            <w:tcW w:w="3544" w:type="dxa"/>
            <w:shd w:val="clear" w:color="auto" w:fill="C6D9F1" w:themeFill="text2" w:themeFillTint="33"/>
            <w:vAlign w:val="center"/>
            <w:hideMark/>
          </w:tcPr>
          <w:p w14:paraId="2F8616E9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  <w:r w:rsidRPr="008104F8">
              <w:rPr>
                <w:rFonts w:eastAsia="Calibri" w:cs="Arial"/>
                <w:sz w:val="20"/>
                <w:szCs w:val="20"/>
              </w:rPr>
              <w:t>Oprávněná osoba jednat jménem či za účastníka</w:t>
            </w:r>
          </w:p>
        </w:tc>
        <w:tc>
          <w:tcPr>
            <w:tcW w:w="6379" w:type="dxa"/>
            <w:vAlign w:val="center"/>
          </w:tcPr>
          <w:p w14:paraId="4629B4B2" w14:textId="77777777" w:rsidR="009A2E81" w:rsidRPr="008104F8" w:rsidRDefault="009A2E81" w:rsidP="0093641C">
            <w:pPr>
              <w:spacing w:after="60"/>
              <w:rPr>
                <w:rFonts w:eastAsia="Calibri" w:cs="Arial"/>
                <w:sz w:val="20"/>
                <w:szCs w:val="20"/>
              </w:rPr>
            </w:pPr>
          </w:p>
        </w:tc>
      </w:tr>
    </w:tbl>
    <w:p w14:paraId="051BB05B" w14:textId="77777777" w:rsidR="009A2E81" w:rsidRPr="00083423" w:rsidRDefault="009A2E81" w:rsidP="009A2E81">
      <w:pPr>
        <w:tabs>
          <w:tab w:val="left" w:pos="567"/>
        </w:tabs>
        <w:spacing w:after="120"/>
        <w:jc w:val="both"/>
        <w:rPr>
          <w:rFonts w:eastAsia="Calibri" w:cs="Arial"/>
          <w:sz w:val="10"/>
          <w:szCs w:val="10"/>
        </w:rPr>
      </w:pPr>
    </w:p>
    <w:p w14:paraId="124942B7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bCs/>
          <w:color w:val="00000A"/>
          <w:sz w:val="20"/>
          <w:szCs w:val="20"/>
        </w:rPr>
      </w:pPr>
      <w:r w:rsidRPr="008104F8">
        <w:rPr>
          <w:rFonts w:cs="Arial"/>
          <w:b/>
          <w:bCs/>
          <w:color w:val="00000A"/>
          <w:sz w:val="20"/>
          <w:szCs w:val="20"/>
        </w:rPr>
        <w:t>Prohlašuji, že jako účastník veřejné zakázky nejsem dodavatelem ve smyslu nařízení Rady EU č. 2022/576, tj. nejsem:</w:t>
      </w:r>
    </w:p>
    <w:p w14:paraId="1F912E0A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a) ruským státním příslušníkem, fyzickou či právnickou osobou, subjektem či orgánem se sídlem v Rusku,</w:t>
      </w:r>
    </w:p>
    <w:p w14:paraId="1F9FFB05" w14:textId="1420279B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b) právnickou osobou, subjektem nebo orgánem, který je z více než 50 % přímo či nepřímo vlastněný některým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a), nebo</w:t>
      </w:r>
    </w:p>
    <w:p w14:paraId="576DA9EF" w14:textId="731E7E4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c) fyzickou nebo právnickou osobou, subjektem nebo orgánem, který jedná jménem nebo na pokyn některého ze</w:t>
      </w:r>
      <w:r w:rsidR="00364C68">
        <w:rPr>
          <w:rFonts w:cs="Arial"/>
          <w:color w:val="00000A"/>
          <w:sz w:val="20"/>
          <w:szCs w:val="20"/>
        </w:rPr>
        <w:t> </w:t>
      </w:r>
      <w:r w:rsidRPr="008104F8">
        <w:rPr>
          <w:rFonts w:cs="Arial"/>
          <w:color w:val="00000A"/>
          <w:sz w:val="20"/>
          <w:szCs w:val="20"/>
        </w:rPr>
        <w:t>subjektů uvedených v písmeni a) nebo b).</w:t>
      </w:r>
    </w:p>
    <w:p w14:paraId="251D1BBB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68BD899B" w14:textId="77777777" w:rsidR="009A2E81" w:rsidRPr="00083423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10"/>
          <w:szCs w:val="10"/>
        </w:rPr>
      </w:pPr>
    </w:p>
    <w:p w14:paraId="4A54F3BF" w14:textId="12FF862A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Dále prohlašuji, že neobchoduji se sankcionovaným zbožím, které se nachází v Rusku nebo Bělorusku či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z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Ruska nebo Běloruska pochází a nenabízím takové zboží v rámci plnění veřejných zakázek.</w:t>
      </w:r>
    </w:p>
    <w:p w14:paraId="3817CA91" w14:textId="4D7D03B5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  <w:r w:rsidRPr="008104F8">
        <w:rPr>
          <w:rFonts w:cs="Arial"/>
          <w:b/>
          <w:color w:val="00000A"/>
          <w:sz w:val="20"/>
          <w:szCs w:val="20"/>
        </w:rPr>
        <w:t>Současně prohlašuji, že žádné finanční prostředky, které obdržím za plnění veřejné zakázky, přímo ani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</w:t>
      </w:r>
      <w:r w:rsidR="00364C68">
        <w:rPr>
          <w:rFonts w:cs="Arial"/>
          <w:b/>
          <w:color w:val="00000A"/>
          <w:sz w:val="20"/>
          <w:szCs w:val="20"/>
        </w:rPr>
        <w:t> </w:t>
      </w:r>
      <w:r w:rsidRPr="008104F8">
        <w:rPr>
          <w:rFonts w:cs="Arial"/>
          <w:b/>
          <w:color w:val="00000A"/>
          <w:sz w:val="20"/>
          <w:szCs w:val="20"/>
        </w:rPr>
        <w:t>v jejich prospěch</w:t>
      </w:r>
      <w:r w:rsidRPr="008104F8">
        <w:rPr>
          <w:rFonts w:cs="Arial"/>
          <w:b/>
          <w:color w:val="00000A"/>
          <w:sz w:val="20"/>
          <w:szCs w:val="20"/>
          <w:vertAlign w:val="superscript"/>
        </w:rPr>
        <w:footnoteReference w:id="1"/>
      </w:r>
      <w:r w:rsidRPr="008104F8">
        <w:rPr>
          <w:rFonts w:cs="Arial"/>
          <w:b/>
          <w:color w:val="00000A"/>
          <w:sz w:val="20"/>
          <w:szCs w:val="20"/>
        </w:rPr>
        <w:t>.</w:t>
      </w:r>
    </w:p>
    <w:p w14:paraId="03C2F0E6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b/>
          <w:color w:val="00000A"/>
          <w:sz w:val="20"/>
          <w:szCs w:val="20"/>
        </w:rPr>
      </w:pPr>
    </w:p>
    <w:p w14:paraId="68A06152" w14:textId="77777777" w:rsidR="009A2E81" w:rsidRPr="008104F8" w:rsidRDefault="009A2E81" w:rsidP="009A2E81">
      <w:pPr>
        <w:tabs>
          <w:tab w:val="left" w:pos="567"/>
        </w:tabs>
        <w:spacing w:after="120" w:line="240" w:lineRule="auto"/>
        <w:jc w:val="both"/>
        <w:rPr>
          <w:rFonts w:cs="Arial"/>
          <w:color w:val="00000A"/>
          <w:sz w:val="20"/>
          <w:szCs w:val="20"/>
        </w:rPr>
      </w:pPr>
      <w:r w:rsidRPr="008104F8">
        <w:rPr>
          <w:rFonts w:cs="Arial"/>
          <w:color w:val="00000A"/>
          <w:sz w:val="20"/>
          <w:szCs w:val="20"/>
        </w:rPr>
        <w:t>V případě změny výše uvedeného budu neprodleně zadavatele informovat.</w:t>
      </w:r>
    </w:p>
    <w:p w14:paraId="250F93DE" w14:textId="77777777" w:rsidR="009A2E81" w:rsidRPr="008104F8" w:rsidRDefault="009A2E81" w:rsidP="009A2E81">
      <w:pPr>
        <w:snapToGrid w:val="0"/>
        <w:spacing w:after="120"/>
        <w:rPr>
          <w:rFonts w:cs="Arial"/>
          <w:i/>
          <w:sz w:val="20"/>
          <w:szCs w:val="20"/>
          <w:u w:val="single"/>
        </w:rPr>
      </w:pPr>
    </w:p>
    <w:p w14:paraId="13EE7972" w14:textId="2C255F27" w:rsidR="009A2E81" w:rsidRPr="006D4083" w:rsidRDefault="009A2E81" w:rsidP="006D4083">
      <w:pPr>
        <w:snapToGrid w:val="0"/>
        <w:spacing w:after="120"/>
        <w:ind w:right="-1"/>
        <w:rPr>
          <w:rFonts w:cs="Arial"/>
          <w:sz w:val="20"/>
          <w:szCs w:val="20"/>
        </w:rPr>
      </w:pPr>
      <w:r w:rsidRPr="008104F8">
        <w:rPr>
          <w:rFonts w:cs="Arial"/>
          <w:sz w:val="20"/>
          <w:szCs w:val="20"/>
        </w:rPr>
        <w:t xml:space="preserve">V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 xml:space="preserve"> dne </w:t>
      </w:r>
      <w:r w:rsidRPr="008104F8">
        <w:rPr>
          <w:rFonts w:cs="Arial"/>
          <w:sz w:val="20"/>
          <w:szCs w:val="20"/>
          <w:highlight w:val="yellow"/>
        </w:rPr>
        <w:t>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  <w:t>……………………………………………</w:t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</w:rPr>
        <w:tab/>
      </w:r>
      <w:r w:rsidRPr="008104F8">
        <w:rPr>
          <w:rFonts w:cs="Arial"/>
          <w:sz w:val="20"/>
          <w:szCs w:val="20"/>
          <w:highlight w:val="yellow"/>
        </w:rPr>
        <w:t>Jméno, podpis</w:t>
      </w:r>
    </w:p>
    <w:sectPr w:rsidR="009A2E81" w:rsidRPr="006D4083" w:rsidSect="008F4FC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835" w:right="849" w:bottom="204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86015" w14:textId="77777777" w:rsidR="00C31732" w:rsidRDefault="00C31732" w:rsidP="004A044C">
      <w:pPr>
        <w:spacing w:line="240" w:lineRule="auto"/>
      </w:pPr>
      <w:r>
        <w:separator/>
      </w:r>
    </w:p>
  </w:endnote>
  <w:endnote w:type="continuationSeparator" w:id="0">
    <w:p w14:paraId="45BDE834" w14:textId="77777777" w:rsidR="00C31732" w:rsidRDefault="00C31732" w:rsidP="004A04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avid">
    <w:charset w:val="B1"/>
    <w:family w:val="swiss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A985" w14:textId="77777777" w:rsidR="00F076F6" w:rsidRDefault="00F076F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FB33F3" w14:textId="77777777" w:rsidR="00240FFA" w:rsidRDefault="00125813" w:rsidP="00E01B24">
    <w:pPr>
      <w:pStyle w:val="Zpat"/>
      <w:ind w:left="709"/>
    </w:pPr>
    <w:r>
      <w:rPr>
        <w:noProof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2C94504C" wp14:editId="50D94E7F">
              <wp:simplePos x="0" y="0"/>
              <wp:positionH relativeFrom="column">
                <wp:posOffset>3803015</wp:posOffset>
              </wp:positionH>
              <wp:positionV relativeFrom="paragraph">
                <wp:posOffset>-242570</wp:posOffset>
              </wp:positionV>
              <wp:extent cx="1139825" cy="647700"/>
              <wp:effectExtent l="0" t="0" r="0" b="0"/>
              <wp:wrapNone/>
              <wp:docPr id="1515266188" name="Textové pole 13906632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39825" cy="6477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ADF5069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IČO: 25488627</w:t>
                          </w:r>
                        </w:p>
                        <w:p w14:paraId="641CC71A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DIČ: CZ25488627</w:t>
                          </w:r>
                        </w:p>
                        <w:p w14:paraId="3F0F0D22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ID DS: 5gueuef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C94504C" id="_x0000_t202" coordsize="21600,21600" o:spt="202" path="m,l,21600r21600,l21600,xe">
              <v:stroke joinstyle="miter"/>
              <v:path gradientshapeok="t" o:connecttype="rect"/>
            </v:shapetype>
            <v:shape id="Textové pole 1390663214" o:spid="_x0000_s1026" type="#_x0000_t202" style="position:absolute;left:0;text-align:left;margin-left:299.45pt;margin-top:-19.1pt;width:89.75pt;height:51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" filled="f" stroked="f">
              <v:textbox>
                <w:txbxContent>
                  <w:p w14:paraId="7ADF5069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IČO: 25488627</w:t>
                    </w:r>
                  </w:p>
                  <w:p w14:paraId="641CC71A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DIČ: CZ25488627</w:t>
                    </w:r>
                  </w:p>
                  <w:p w14:paraId="3F0F0D22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ID DS: 5gueuef</w:t>
                    </w:r>
                  </w:p>
                </w:txbxContent>
              </v:textbox>
            </v:shape>
          </w:pict>
        </mc:Fallback>
      </mc:AlternateContent>
    </w:r>
    <w:r w:rsidR="006F2635"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3BA544A4" wp14:editId="4E470DA3">
              <wp:simplePos x="0" y="0"/>
              <wp:positionH relativeFrom="column">
                <wp:posOffset>3734104</wp:posOffset>
              </wp:positionH>
              <wp:positionV relativeFrom="paragraph">
                <wp:posOffset>-182880</wp:posOffset>
              </wp:positionV>
              <wp:extent cx="0" cy="497205"/>
              <wp:effectExtent l="0" t="0" r="38100" b="36195"/>
              <wp:wrapNone/>
              <wp:docPr id="1259062222" name="Přímá spojnice 16337055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5486135B" id="Přímá spojnice 1633705525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4pt,-14.4pt" to="294pt,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" strokecolor="#00a7ff"/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16E2F9B0" wp14:editId="1C9195C1">
              <wp:simplePos x="0" y="0"/>
              <wp:positionH relativeFrom="column">
                <wp:posOffset>-142820</wp:posOffset>
              </wp:positionH>
              <wp:positionV relativeFrom="paragraph">
                <wp:posOffset>-242901</wp:posOffset>
              </wp:positionV>
              <wp:extent cx="2462806" cy="621030"/>
              <wp:effectExtent l="0" t="0" r="0" b="0"/>
              <wp:wrapNone/>
              <wp:docPr id="1510442541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62806" cy="62103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263D08" w14:textId="77777777" w:rsidR="00240FFA" w:rsidRPr="00AB233A" w:rsidRDefault="00240FFA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 w:rsidRPr="00AB233A">
                            <w:rPr>
                              <w:szCs w:val="16"/>
                            </w:rPr>
                            <w:t>Krajská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zdravotní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, </w:t>
                          </w:r>
                          <w:proofErr w:type="spellStart"/>
                          <w:r w:rsidRPr="00AB233A">
                            <w:rPr>
                              <w:szCs w:val="16"/>
                            </w:rPr>
                            <w:t>a.s.</w:t>
                          </w:r>
                          <w:proofErr w:type="spellEnd"/>
                          <w:r w:rsidRPr="00AB233A">
                            <w:rPr>
                              <w:szCs w:val="16"/>
                            </w:rPr>
                            <w:t xml:space="preserve"> </w:t>
                          </w:r>
                        </w:p>
                        <w:p w14:paraId="35005EBB" w14:textId="77777777" w:rsidR="000A73EC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proofErr w:type="spellStart"/>
                          <w:r>
                            <w:rPr>
                              <w:szCs w:val="16"/>
                            </w:rPr>
                            <w:t>Sociální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péče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3316/12A</w:t>
                          </w:r>
                        </w:p>
                        <w:p w14:paraId="6A3F0B77" w14:textId="0B4DFB86" w:rsidR="00240FFA" w:rsidRPr="00AB233A" w:rsidRDefault="000A73EC" w:rsidP="00240FFA">
                          <w:pPr>
                            <w:pStyle w:val="textzapati"/>
                            <w:rPr>
                              <w:szCs w:val="16"/>
                            </w:rPr>
                          </w:pPr>
                          <w:r>
                            <w:rPr>
                              <w:szCs w:val="16"/>
                            </w:rPr>
                            <w:t xml:space="preserve">401 13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Ústí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szCs w:val="16"/>
                            </w:rPr>
                            <w:t>n</w:t>
                          </w:r>
                          <w:r w:rsidR="00F076F6">
                            <w:rPr>
                              <w:szCs w:val="16"/>
                            </w:rPr>
                            <w:t>a</w:t>
                          </w:r>
                          <w:r>
                            <w:rPr>
                              <w:szCs w:val="16"/>
                            </w:rPr>
                            <w:t>d</w:t>
                          </w:r>
                          <w:proofErr w:type="spellEnd"/>
                          <w:r>
                            <w:rPr>
                              <w:szCs w:val="16"/>
                            </w:rPr>
                            <w:t xml:space="preserve"> Labem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16E2F9B0" id="Textové pole 2" o:spid="_x0000_s1027" type="#_x0000_t202" style="position:absolute;left:0;text-align:left;margin-left:-11.25pt;margin-top:-19.15pt;width:193.9pt;height:48.9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" filled="f" stroked="f">
              <v:textbox>
                <w:txbxContent>
                  <w:p w14:paraId="6B263D08" w14:textId="77777777" w:rsidR="00240FFA" w:rsidRPr="00AB233A" w:rsidRDefault="00240FFA" w:rsidP="00240FFA">
                    <w:pPr>
                      <w:pStyle w:val="textzapati"/>
                      <w:rPr>
                        <w:szCs w:val="16"/>
                      </w:rPr>
                    </w:pPr>
                    <w:r w:rsidRPr="00AB233A">
                      <w:rPr>
                        <w:szCs w:val="16"/>
                      </w:rPr>
                      <w:t xml:space="preserve">Krajská zdravotní, a.s. </w:t>
                    </w:r>
                  </w:p>
                  <w:p w14:paraId="35005EBB" w14:textId="77777777" w:rsidR="000A73EC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Sociální péče 3316/12A</w:t>
                    </w:r>
                  </w:p>
                  <w:p w14:paraId="6A3F0B77" w14:textId="0B4DFB86" w:rsidR="00240FFA" w:rsidRPr="00AB233A" w:rsidRDefault="000A73EC" w:rsidP="00240FFA">
                    <w:pPr>
                      <w:pStyle w:val="textzapati"/>
                      <w:rPr>
                        <w:szCs w:val="16"/>
                      </w:rPr>
                    </w:pPr>
                    <w:r>
                      <w:rPr>
                        <w:szCs w:val="16"/>
                      </w:rPr>
                      <w:t>401 13 Ústí n</w:t>
                    </w:r>
                    <w:r w:rsidR="00F076F6">
                      <w:rPr>
                        <w:szCs w:val="16"/>
                      </w:rPr>
                      <w:t>a</w:t>
                    </w:r>
                    <w:r>
                      <w:rPr>
                        <w:szCs w:val="16"/>
                      </w:rPr>
                      <w:t>d Labem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182AC52A" wp14:editId="3BDA8AA4">
              <wp:simplePos x="0" y="0"/>
              <wp:positionH relativeFrom="column">
                <wp:posOffset>2463800</wp:posOffset>
              </wp:positionH>
              <wp:positionV relativeFrom="paragraph">
                <wp:posOffset>-241300</wp:posOffset>
              </wp:positionV>
              <wp:extent cx="1243330" cy="657860"/>
              <wp:effectExtent l="0" t="0" r="0" b="0"/>
              <wp:wrapNone/>
              <wp:docPr id="561628036" name="Textové pole 97664809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43330" cy="65786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234B307" w14:textId="77777777" w:rsidR="00240FFA" w:rsidRPr="00240FFA" w:rsidRDefault="00240FFA" w:rsidP="00932EB1">
                          <w:pPr>
                            <w:pStyle w:val="textzapati"/>
                          </w:pPr>
                          <w:r w:rsidRPr="00240FFA">
                            <w:t xml:space="preserve">+420 </w:t>
                          </w:r>
                          <w:r w:rsidRPr="00540947">
                            <w:t>477</w:t>
                          </w:r>
                          <w:r w:rsidRPr="00240FFA">
                            <w:t xml:space="preserve"> </w:t>
                          </w:r>
                          <w:r w:rsidR="000A73EC">
                            <w:t>111</w:t>
                          </w:r>
                          <w:r w:rsidRPr="00240FFA">
                            <w:t xml:space="preserve"> </w:t>
                          </w:r>
                          <w:r w:rsidR="00241EAC">
                            <w:t>111</w:t>
                          </w:r>
                        </w:p>
                        <w:p w14:paraId="2AC4D7E1" w14:textId="77777777" w:rsidR="00240FFA" w:rsidRPr="00240FFA" w:rsidRDefault="00240FFA" w:rsidP="00240FFA">
                          <w:pPr>
                            <w:pStyle w:val="textzapati"/>
                          </w:pPr>
                          <w:r w:rsidRPr="00240FFA">
                            <w:t>ePodatelna@kzcr.eu</w:t>
                          </w:r>
                        </w:p>
                        <w:p w14:paraId="5C9A9F63" w14:textId="77777777" w:rsidR="00240FFA" w:rsidRPr="00240FFA" w:rsidRDefault="00D47E6C" w:rsidP="00240FFA">
                          <w:pPr>
                            <w:pStyle w:val="textzapati"/>
                          </w:pPr>
                          <w:proofErr w:type="spellStart"/>
                          <w:r>
                            <w:t>č.ú</w:t>
                          </w:r>
                          <w:proofErr w:type="spellEnd"/>
                          <w:r>
                            <w:t xml:space="preserve">.: </w:t>
                          </w:r>
                          <w:r w:rsidR="00240FFA" w:rsidRPr="00240FFA">
                            <w:t>216686400/0300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82AC52A" id="Textové pole 976648098" o:spid="_x0000_s1028" type="#_x0000_t202" style="position:absolute;left:0;text-align:left;margin-left:194pt;margin-top:-19pt;width:97.9pt;height:51.8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" filled="f" stroked="f">
              <v:textbox>
                <w:txbxContent>
                  <w:p w14:paraId="3234B307" w14:textId="77777777" w:rsidR="00240FFA" w:rsidRPr="00240FFA" w:rsidRDefault="00240FFA" w:rsidP="00932EB1">
                    <w:pPr>
                      <w:pStyle w:val="textzapati"/>
                    </w:pPr>
                    <w:r w:rsidRPr="00240FFA">
                      <w:t xml:space="preserve">+420 </w:t>
                    </w:r>
                    <w:r w:rsidRPr="00540947">
                      <w:t>477</w:t>
                    </w:r>
                    <w:r w:rsidRPr="00240FFA">
                      <w:t xml:space="preserve"> </w:t>
                    </w:r>
                    <w:r w:rsidR="000A73EC">
                      <w:t>111</w:t>
                    </w:r>
                    <w:r w:rsidRPr="00240FFA">
                      <w:t xml:space="preserve"> </w:t>
                    </w:r>
                    <w:r w:rsidR="00241EAC">
                      <w:t>111</w:t>
                    </w:r>
                  </w:p>
                  <w:p w14:paraId="2AC4D7E1" w14:textId="77777777" w:rsidR="00240FFA" w:rsidRPr="00240FFA" w:rsidRDefault="00240FFA" w:rsidP="00240FFA">
                    <w:pPr>
                      <w:pStyle w:val="textzapati"/>
                    </w:pPr>
                    <w:r w:rsidRPr="00240FFA">
                      <w:t>ePodatelna@kzcr.eu</w:t>
                    </w:r>
                  </w:p>
                  <w:p w14:paraId="5C9A9F63" w14:textId="77777777" w:rsidR="00240FFA" w:rsidRPr="00240FFA" w:rsidRDefault="00D47E6C" w:rsidP="00240FFA">
                    <w:pPr>
                      <w:pStyle w:val="textzapati"/>
                    </w:pPr>
                    <w:r>
                      <w:t xml:space="preserve">č.ú.: </w:t>
                    </w:r>
                    <w:r w:rsidR="00240FFA" w:rsidRPr="00240FFA">
                      <w:t>216686400/0300</w:t>
                    </w:r>
                  </w:p>
                </w:txbxContent>
              </v:textbox>
            </v:shape>
          </w:pict>
        </mc:Fallback>
      </mc:AlternateContent>
    </w:r>
    <w:r w:rsidR="00AB233A">
      <w:rPr>
        <w:noProof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4A0579C3" wp14:editId="4F1D12EB">
              <wp:simplePos x="0" y="0"/>
              <wp:positionH relativeFrom="column">
                <wp:posOffset>2377771</wp:posOffset>
              </wp:positionH>
              <wp:positionV relativeFrom="paragraph">
                <wp:posOffset>-175895</wp:posOffset>
              </wp:positionV>
              <wp:extent cx="0" cy="497205"/>
              <wp:effectExtent l="0" t="0" r="38100" b="36195"/>
              <wp:wrapNone/>
              <wp:docPr id="1493211819" name="Přímá spojnice 120716088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497205"/>
                      </a:xfrm>
                      <a:prstGeom prst="line">
                        <a:avLst/>
                      </a:prstGeom>
                      <a:ln w="9525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8CC320F" id="Přímá spojnice 1207160886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7.25pt,-13.85pt" to="187.25pt,2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" strokecolor="#00a7ff"/>
          </w:pict>
        </mc:Fallback>
      </mc:AlternateContent>
    </w:r>
    <w:r w:rsidR="00AB233A">
      <w:rPr>
        <w:noProof/>
        <w:lang w:eastAsia="cs-CZ"/>
      </w:rPr>
      <w:drawing>
        <wp:anchor distT="0" distB="0" distL="114300" distR="114300" simplePos="0" relativeHeight="251659264" behindDoc="1" locked="0" layoutInCell="1" allowOverlap="1" wp14:anchorId="296B9C7C" wp14:editId="205F1618">
          <wp:simplePos x="0" y="0"/>
          <wp:positionH relativeFrom="column">
            <wp:posOffset>4959795</wp:posOffset>
          </wp:positionH>
          <wp:positionV relativeFrom="paragraph">
            <wp:posOffset>10160</wp:posOffset>
          </wp:positionV>
          <wp:extent cx="1677035" cy="255270"/>
          <wp:effectExtent l="0" t="0" r="0" b="0"/>
          <wp:wrapNone/>
          <wp:docPr id="1766013564" name="Obrázek 176601356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kona we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7035" cy="2552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08DC70" w14:textId="77777777" w:rsidR="00F076F6" w:rsidRDefault="00F076F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3B4144" w14:textId="77777777" w:rsidR="00C31732" w:rsidRDefault="00C31732" w:rsidP="004A044C">
      <w:pPr>
        <w:spacing w:line="240" w:lineRule="auto"/>
      </w:pPr>
      <w:r>
        <w:separator/>
      </w:r>
    </w:p>
  </w:footnote>
  <w:footnote w:type="continuationSeparator" w:id="0">
    <w:p w14:paraId="7610E582" w14:textId="77777777" w:rsidR="00C31732" w:rsidRDefault="00C31732" w:rsidP="004A044C">
      <w:pPr>
        <w:spacing w:line="240" w:lineRule="auto"/>
      </w:pPr>
      <w:r>
        <w:continuationSeparator/>
      </w:r>
    </w:p>
  </w:footnote>
  <w:footnote w:id="1">
    <w:p w14:paraId="5EF4B1F8" w14:textId="77777777" w:rsidR="009A2E81" w:rsidRDefault="009A2E81" w:rsidP="009A2E81">
      <w:pPr>
        <w:pStyle w:val="Textpoznpodarou"/>
        <w:ind w:left="426" w:hanging="426"/>
        <w:rPr>
          <w:rFonts w:ascii="Arial" w:hAnsi="Arial" w:cs="Arial"/>
          <w:sz w:val="18"/>
          <w:szCs w:val="18"/>
        </w:rPr>
      </w:pPr>
      <w:r>
        <w:rPr>
          <w:rStyle w:val="Znakapoznpodarou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79162" w14:textId="77777777" w:rsidR="00F076F6" w:rsidRDefault="00F076F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C5E487" w14:textId="77777777" w:rsidR="004A044C" w:rsidRDefault="008F4FC4" w:rsidP="008F4FC4">
    <w:pPr>
      <w:pStyle w:val="Zhlav"/>
      <w:tabs>
        <w:tab w:val="clear" w:pos="4536"/>
        <w:tab w:val="clear" w:pos="9072"/>
        <w:tab w:val="right" w:pos="9923"/>
      </w:tabs>
    </w:pPr>
    <w:r>
      <w:rPr>
        <w:color w:val="A6A6A6" w:themeColor="background1" w:themeShade="A6"/>
        <w:sz w:val="16"/>
        <w:szCs w:val="16"/>
      </w:rPr>
      <w:tab/>
    </w:r>
    <w:r w:rsidRPr="000D32EA">
      <w:rPr>
        <w:color w:val="A6A6A6" w:themeColor="background1" w:themeShade="A6"/>
        <w:sz w:val="16"/>
        <w:szCs w:val="16"/>
      </w:rPr>
      <w:t xml:space="preserve">Stránka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PAGE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Pr="000D32EA">
      <w:rPr>
        <w:color w:val="A6A6A6" w:themeColor="background1" w:themeShade="A6"/>
        <w:sz w:val="16"/>
        <w:szCs w:val="16"/>
      </w:rPr>
      <w:t xml:space="preserve"> z </w:t>
    </w:r>
    <w:r w:rsidRPr="000D32EA">
      <w:rPr>
        <w:b/>
        <w:bCs/>
        <w:color w:val="A6A6A6" w:themeColor="background1" w:themeShade="A6"/>
        <w:sz w:val="16"/>
        <w:szCs w:val="16"/>
      </w:rPr>
      <w:fldChar w:fldCharType="begin"/>
    </w:r>
    <w:r w:rsidRPr="000D32EA">
      <w:rPr>
        <w:b/>
        <w:bCs/>
        <w:color w:val="A6A6A6" w:themeColor="background1" w:themeShade="A6"/>
        <w:sz w:val="16"/>
        <w:szCs w:val="16"/>
      </w:rPr>
      <w:instrText>NUMPAGES  \* Arabic  \* MERGEFORMAT</w:instrText>
    </w:r>
    <w:r w:rsidRPr="000D32EA">
      <w:rPr>
        <w:b/>
        <w:bCs/>
        <w:color w:val="A6A6A6" w:themeColor="background1" w:themeShade="A6"/>
        <w:sz w:val="16"/>
        <w:szCs w:val="16"/>
      </w:rPr>
      <w:fldChar w:fldCharType="separate"/>
    </w:r>
    <w:r>
      <w:rPr>
        <w:b/>
        <w:bCs/>
        <w:color w:val="A6A6A6" w:themeColor="background1" w:themeShade="A6"/>
        <w:sz w:val="16"/>
        <w:szCs w:val="16"/>
      </w:rPr>
      <w:t>1</w:t>
    </w:r>
    <w:r w:rsidRPr="000D32EA">
      <w:rPr>
        <w:b/>
        <w:bCs/>
        <w:color w:val="A6A6A6" w:themeColor="background1" w:themeShade="A6"/>
        <w:sz w:val="16"/>
        <w:szCs w:val="16"/>
      </w:rPr>
      <w:fldChar w:fldCharType="end"/>
    </w:r>
    <w:r w:rsidR="000A73EC">
      <w:rPr>
        <w:noProof/>
        <w:lang w:eastAsia="cs-CZ"/>
      </w:rPr>
      <w:drawing>
        <wp:anchor distT="0" distB="0" distL="114300" distR="114300" simplePos="0" relativeHeight="251673600" behindDoc="1" locked="0" layoutInCell="1" allowOverlap="1" wp14:anchorId="5DAA666A" wp14:editId="6D27EB50">
          <wp:simplePos x="0" y="0"/>
          <wp:positionH relativeFrom="column">
            <wp:posOffset>-353060</wp:posOffset>
          </wp:positionH>
          <wp:positionV relativeFrom="paragraph">
            <wp:posOffset>-180340</wp:posOffset>
          </wp:positionV>
          <wp:extent cx="2916000" cy="756000"/>
          <wp:effectExtent l="0" t="0" r="0" b="6350"/>
          <wp:wrapNone/>
          <wp:docPr id="1928592975" name="Obrázek 1928592975" descr="Obsah obrázku text, Písmo, Grafika, bílé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3173725" name="Obrázek 1493173725" descr="Obsah obrázku text, Písmo, Grafika, bílé&#10;&#10;Obsah vygenerovaný umělou inteligencí může být nesprávný.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16000" cy="75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01B24" w:rsidRPr="0031358D"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F7B511A" wp14:editId="28E321CC">
              <wp:simplePos x="0" y="0"/>
              <wp:positionH relativeFrom="column">
                <wp:posOffset>-108306</wp:posOffset>
              </wp:positionH>
              <wp:positionV relativeFrom="page">
                <wp:posOffset>1346479</wp:posOffset>
              </wp:positionV>
              <wp:extent cx="3200400" cy="11049"/>
              <wp:effectExtent l="0" t="0" r="19050" b="27305"/>
              <wp:wrapNone/>
              <wp:docPr id="1383594753" name="Přímá spojnic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200400" cy="11049"/>
                      </a:xfrm>
                      <a:prstGeom prst="line">
                        <a:avLst/>
                      </a:prstGeom>
                      <a:ln w="5080">
                        <a:solidFill>
                          <a:srgbClr val="00A7FF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92069F0" id="Přímá spojnice 1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-8.55pt,106pt" to="243.45pt,10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" strokecolor="#00a7ff" strokeweight=".4pt">
              <w10:wrap anchory="page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6113D" w14:textId="77777777" w:rsidR="00F076F6" w:rsidRDefault="00F076F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8" type="#_x0000_t75" style="width:37.5pt;height:37.5pt;visibility:visible;mso-wrap-style:square" o:bullet="t">
        <v:imagedata r:id="rId1" o:title=""/>
      </v:shape>
    </w:pict>
  </w:numPicBullet>
  <w:abstractNum w:abstractNumId="0" w15:restartNumberingAfterBreak="0">
    <w:nsid w:val="213E7CC2"/>
    <w:multiLevelType w:val="hybridMultilevel"/>
    <w:tmpl w:val="DA8A7164"/>
    <w:lvl w:ilvl="0" w:tplc="ACC0DAB6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B6651C"/>
    <w:multiLevelType w:val="hybridMultilevel"/>
    <w:tmpl w:val="66E2673E"/>
    <w:lvl w:ilvl="0" w:tplc="9D66F58C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PostScriptOverText/>
  <w:proofState w:spelling="clean" w:grammar="clean"/>
  <w:attachedTemplate r:id="rId1"/>
  <w:defaultTabStop w:val="57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DF8"/>
    <w:rsid w:val="00003697"/>
    <w:rsid w:val="00013DE8"/>
    <w:rsid w:val="000725D6"/>
    <w:rsid w:val="00073CCE"/>
    <w:rsid w:val="00083423"/>
    <w:rsid w:val="000A73EC"/>
    <w:rsid w:val="000C4F3C"/>
    <w:rsid w:val="000C6355"/>
    <w:rsid w:val="000C7F59"/>
    <w:rsid w:val="000F7A22"/>
    <w:rsid w:val="00101773"/>
    <w:rsid w:val="00125813"/>
    <w:rsid w:val="00147316"/>
    <w:rsid w:val="00164386"/>
    <w:rsid w:val="001C39F1"/>
    <w:rsid w:val="001C5197"/>
    <w:rsid w:val="001E3FEB"/>
    <w:rsid w:val="00221397"/>
    <w:rsid w:val="00240FFA"/>
    <w:rsid w:val="00241EAC"/>
    <w:rsid w:val="00246511"/>
    <w:rsid w:val="00260DDE"/>
    <w:rsid w:val="0026591C"/>
    <w:rsid w:val="002F6DDA"/>
    <w:rsid w:val="0031358D"/>
    <w:rsid w:val="00331F3A"/>
    <w:rsid w:val="00336701"/>
    <w:rsid w:val="00353FB2"/>
    <w:rsid w:val="00354F18"/>
    <w:rsid w:val="00364C68"/>
    <w:rsid w:val="0038133E"/>
    <w:rsid w:val="00392423"/>
    <w:rsid w:val="003B3991"/>
    <w:rsid w:val="003B39A2"/>
    <w:rsid w:val="003D4DF8"/>
    <w:rsid w:val="0041296D"/>
    <w:rsid w:val="00417033"/>
    <w:rsid w:val="00462009"/>
    <w:rsid w:val="0047111E"/>
    <w:rsid w:val="00481CF2"/>
    <w:rsid w:val="004A044C"/>
    <w:rsid w:val="004A68D9"/>
    <w:rsid w:val="004B16C8"/>
    <w:rsid w:val="004C6686"/>
    <w:rsid w:val="004D0303"/>
    <w:rsid w:val="004D656C"/>
    <w:rsid w:val="004D7CFA"/>
    <w:rsid w:val="00507B10"/>
    <w:rsid w:val="00540947"/>
    <w:rsid w:val="00580EDE"/>
    <w:rsid w:val="005964DC"/>
    <w:rsid w:val="005B402A"/>
    <w:rsid w:val="005C64DB"/>
    <w:rsid w:val="005E3326"/>
    <w:rsid w:val="00657FE1"/>
    <w:rsid w:val="006C53A2"/>
    <w:rsid w:val="006D4083"/>
    <w:rsid w:val="006E2395"/>
    <w:rsid w:val="006F2635"/>
    <w:rsid w:val="0071483B"/>
    <w:rsid w:val="007476D3"/>
    <w:rsid w:val="008104F8"/>
    <w:rsid w:val="00815912"/>
    <w:rsid w:val="00822F3C"/>
    <w:rsid w:val="00824631"/>
    <w:rsid w:val="008650CD"/>
    <w:rsid w:val="008E311B"/>
    <w:rsid w:val="008F4FC4"/>
    <w:rsid w:val="008F6A0E"/>
    <w:rsid w:val="00932EB1"/>
    <w:rsid w:val="009876AE"/>
    <w:rsid w:val="009969EB"/>
    <w:rsid w:val="009A2E81"/>
    <w:rsid w:val="009A699B"/>
    <w:rsid w:val="00A037B7"/>
    <w:rsid w:val="00A15D6B"/>
    <w:rsid w:val="00A31EB3"/>
    <w:rsid w:val="00A77944"/>
    <w:rsid w:val="00AA676B"/>
    <w:rsid w:val="00AB233A"/>
    <w:rsid w:val="00AB3597"/>
    <w:rsid w:val="00AF22E6"/>
    <w:rsid w:val="00B04E80"/>
    <w:rsid w:val="00B16D69"/>
    <w:rsid w:val="00B25962"/>
    <w:rsid w:val="00B34585"/>
    <w:rsid w:val="00BC0A5A"/>
    <w:rsid w:val="00BF1D36"/>
    <w:rsid w:val="00C070C0"/>
    <w:rsid w:val="00C17858"/>
    <w:rsid w:val="00C207E1"/>
    <w:rsid w:val="00C26BA0"/>
    <w:rsid w:val="00C31732"/>
    <w:rsid w:val="00C7652B"/>
    <w:rsid w:val="00C83087"/>
    <w:rsid w:val="00CC227C"/>
    <w:rsid w:val="00CE2490"/>
    <w:rsid w:val="00D21F38"/>
    <w:rsid w:val="00D22279"/>
    <w:rsid w:val="00D223B8"/>
    <w:rsid w:val="00D271E1"/>
    <w:rsid w:val="00D3433A"/>
    <w:rsid w:val="00D47E6C"/>
    <w:rsid w:val="00D7639E"/>
    <w:rsid w:val="00D9237F"/>
    <w:rsid w:val="00DE56F9"/>
    <w:rsid w:val="00E01B24"/>
    <w:rsid w:val="00E02088"/>
    <w:rsid w:val="00E1346F"/>
    <w:rsid w:val="00E30E93"/>
    <w:rsid w:val="00E3738C"/>
    <w:rsid w:val="00E3756C"/>
    <w:rsid w:val="00E87CBA"/>
    <w:rsid w:val="00E94005"/>
    <w:rsid w:val="00E95568"/>
    <w:rsid w:val="00EE60B1"/>
    <w:rsid w:val="00F076F6"/>
    <w:rsid w:val="00F37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F6AE96"/>
  <w15:docId w15:val="{EC4CC010-5FBA-4D11-B2F0-9A3E25BE6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7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969EB"/>
    <w:pPr>
      <w:spacing w:after="0" w:line="360" w:lineRule="auto"/>
    </w:pPr>
    <w:rPr>
      <w:rFonts w:ascii="Arial" w:hAnsi="Arial"/>
      <w:sz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0F7A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21F3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zapati">
    <w:name w:val="text zapati"/>
    <w:basedOn w:val="Normln"/>
    <w:next w:val="Normln"/>
    <w:link w:val="textzapatiChar"/>
    <w:qFormat/>
    <w:rsid w:val="00240FFA"/>
    <w:rPr>
      <w:rFonts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textzapatiChar">
    <w:name w:val="text zapati Char"/>
    <w:basedOn w:val="Standardnpsmoodstavce"/>
    <w:link w:val="textzapati"/>
    <w:rsid w:val="00240FFA"/>
    <w:rPr>
      <w:rFonts w:ascii="Arial" w:hAnsi="Arial" w:cs="David"/>
      <w:color w:val="000000"/>
      <w:sz w:val="16"/>
      <w:lang w:val="en-US"/>
      <w14:ligatures w14:val="standardContextual"/>
      <w14:numForm w14:val="lining"/>
      <w14:numSpacing w14:val="tabular"/>
    </w:rPr>
  </w:style>
  <w:style w:type="character" w:customStyle="1" w:styleId="Nadpis1Char">
    <w:name w:val="Nadpis 1 Char"/>
    <w:basedOn w:val="Standardnpsmoodstavce"/>
    <w:link w:val="Nadpis1"/>
    <w:uiPriority w:val="9"/>
    <w:rsid w:val="000F7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0F7A22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F7A22"/>
    <w:pPr>
      <w:ind w:left="720"/>
      <w:contextualSpacing/>
    </w:pPr>
    <w:rPr>
      <w:lang w:bidi="he-I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C53A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C53A2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A044C"/>
  </w:style>
  <w:style w:type="paragraph" w:styleId="Zpat">
    <w:name w:val="footer"/>
    <w:basedOn w:val="Normln"/>
    <w:link w:val="ZpatChar"/>
    <w:uiPriority w:val="99"/>
    <w:unhideWhenUsed/>
    <w:rsid w:val="004A044C"/>
    <w:pPr>
      <w:tabs>
        <w:tab w:val="center" w:pos="4536"/>
        <w:tab w:val="right" w:pos="9072"/>
      </w:tabs>
      <w:spacing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A044C"/>
  </w:style>
  <w:style w:type="character" w:styleId="Zstupntext">
    <w:name w:val="Placeholder Text"/>
    <w:basedOn w:val="Standardnpsmoodstavce"/>
    <w:uiPriority w:val="99"/>
    <w:rsid w:val="00D9237F"/>
    <w:rPr>
      <w:color w:val="808080"/>
    </w:rPr>
  </w:style>
  <w:style w:type="paragraph" w:customStyle="1" w:styleId="Adresa">
    <w:name w:val="Adresa"/>
    <w:basedOn w:val="Bezmezer"/>
    <w:qFormat/>
    <w:rsid w:val="00580EDE"/>
    <w:pPr>
      <w:tabs>
        <w:tab w:val="left" w:pos="1675"/>
      </w:tabs>
      <w:spacing w:line="240" w:lineRule="exact"/>
    </w:pPr>
    <w:rPr>
      <w:rFonts w:ascii="Arial" w:hAnsi="Arial"/>
      <w:bCs/>
      <w:sz w:val="20"/>
      <w:szCs w:val="19"/>
    </w:rPr>
  </w:style>
  <w:style w:type="paragraph" w:customStyle="1" w:styleId="Identifikace">
    <w:name w:val="Identifikace"/>
    <w:basedOn w:val="Normln"/>
    <w:uiPriority w:val="3"/>
    <w:qFormat/>
    <w:rsid w:val="009969EB"/>
    <w:pPr>
      <w:spacing w:after="40" w:line="240" w:lineRule="exact"/>
    </w:pPr>
    <w:rPr>
      <w:rFonts w:ascii="Century Gothic" w:hAnsi="Century Gothic"/>
      <w:bCs/>
      <w:color w:val="000000" w:themeColor="text1"/>
      <w:kern w:val="20"/>
      <w:szCs w:val="20"/>
      <w:lang w:eastAsia="ja-JP"/>
    </w:rPr>
  </w:style>
  <w:style w:type="paragraph" w:customStyle="1" w:styleId="textdopisu">
    <w:name w:val="text dopisu"/>
    <w:basedOn w:val="Normln"/>
    <w:link w:val="textdopisuChar"/>
    <w:qFormat/>
    <w:rsid w:val="00D21F38"/>
    <w:pPr>
      <w:tabs>
        <w:tab w:val="left" w:pos="567"/>
      </w:tabs>
      <w:spacing w:after="120"/>
    </w:pPr>
    <w:rPr>
      <w:rFonts w:eastAsia="Century Schoolbook" w:cs="Times New Roman"/>
      <w:color w:val="414751"/>
      <w:szCs w:val="20"/>
      <w:lang w:eastAsia="cs-CZ"/>
    </w:rPr>
  </w:style>
  <w:style w:type="character" w:customStyle="1" w:styleId="textdopisuChar">
    <w:name w:val="text dopisu Char"/>
    <w:basedOn w:val="Standardnpsmoodstavce"/>
    <w:link w:val="textdopisu"/>
    <w:rsid w:val="00D21F38"/>
    <w:rPr>
      <w:rFonts w:ascii="Arial" w:eastAsia="Century Schoolbook" w:hAnsi="Arial" w:cs="Times New Roman"/>
      <w:color w:val="414751"/>
      <w:sz w:val="1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D21F38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customStyle="1" w:styleId="Pracovnzaazen">
    <w:name w:val="Pracovní zařazení"/>
    <w:basedOn w:val="Podpis"/>
    <w:qFormat/>
    <w:rsid w:val="00D21F38"/>
    <w:pPr>
      <w:spacing w:line="240" w:lineRule="exact"/>
      <w:ind w:left="0"/>
      <w:contextualSpacing/>
    </w:pPr>
    <w:rPr>
      <w:rFonts w:ascii="Century Gothic" w:hAnsi="Century Gothic"/>
      <w:bCs/>
      <w:kern w:val="20"/>
      <w:sz w:val="20"/>
      <w:szCs w:val="20"/>
      <w:lang w:eastAsia="ja-JP"/>
    </w:rPr>
  </w:style>
  <w:style w:type="paragraph" w:styleId="Podpis">
    <w:name w:val="Signature"/>
    <w:basedOn w:val="Normln"/>
    <w:link w:val="PodpisChar"/>
    <w:uiPriority w:val="7"/>
    <w:unhideWhenUsed/>
    <w:qFormat/>
    <w:rsid w:val="00D21F38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7"/>
    <w:rsid w:val="00D21F38"/>
    <w:rPr>
      <w:rFonts w:ascii="Arial" w:hAnsi="Arial"/>
      <w:sz w:val="18"/>
    </w:rPr>
  </w:style>
  <w:style w:type="paragraph" w:styleId="Textpoznpodarou">
    <w:name w:val="footnote text"/>
    <w:basedOn w:val="Normln"/>
    <w:link w:val="TextpoznpodarouChar"/>
    <w:uiPriority w:val="99"/>
    <w:unhideWhenUsed/>
    <w:rsid w:val="009A2E81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A2E8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9A2E8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ek.sedlak\Desktop\KZ-UL-dopisni%20A4-R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03ED78-2CE7-47D8-A19D-8D938A9DF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KZ-UL-dopisni A4-RD</Template>
  <TotalTime>9</TotalTime>
  <Pages>1</Pages>
  <Words>250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</Company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sdfklsdfkjksdfjkljsdklfjksdfkljksdf</dc:subject>
  <dc:creator>Sedlák Marek</dc:creator>
  <cp:keywords/>
  <dc:description/>
  <cp:lastModifiedBy>Chladová Radka</cp:lastModifiedBy>
  <cp:revision>17</cp:revision>
  <cp:lastPrinted>2025-02-20T13:28:00Z</cp:lastPrinted>
  <dcterms:created xsi:type="dcterms:W3CDTF">2025-06-13T09:15:00Z</dcterms:created>
  <dcterms:modified xsi:type="dcterms:W3CDTF">2025-12-03T12:15:00Z</dcterms:modified>
</cp:coreProperties>
</file>